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F1C" w:rsidRPr="001514BC" w:rsidRDefault="00B43F1C">
      <w:r>
        <w:t xml:space="preserve">The movie </w:t>
      </w:r>
      <w:r>
        <w:rPr>
          <w:i/>
        </w:rPr>
        <w:t>The Kingdom</w:t>
      </w:r>
      <w:r>
        <w:t xml:space="preserve"> is a good representation of life in </w:t>
      </w:r>
      <w:smartTag w:uri="urn:schemas-microsoft-com:office:smarttags" w:element="place">
        <w:smartTag w:uri="urn:schemas-microsoft-com:office:smarttags" w:element="country-region">
          <w:r>
            <w:t>Saudi Arabia</w:t>
          </w:r>
        </w:smartTag>
      </w:smartTag>
      <w:r>
        <w:t xml:space="preserve">. It shows lifestyles and habits formed by the inhabitants. It portrays emotion and tension. I really liked this movie because it didn’t show political views and it was very entertaining. My favorite character was Janet Mayes because even though she is the only female on the team, she is smart and strong. She knows what she is doing. The scene where Al Ghazi and Fleury knock on witnesses’ doors gave me a better understanding of present-day </w:t>
      </w:r>
      <w:smartTag w:uri="urn:schemas-microsoft-com:office:smarttags" w:element="place">
        <w:smartTag w:uri="urn:schemas-microsoft-com:office:smarttags" w:element="country-region">
          <w:r>
            <w:t>Saudi Arabia</w:t>
          </w:r>
        </w:smartTag>
      </w:smartTag>
      <w:r>
        <w:t xml:space="preserve">. I think my favorite scene was where the leader of the attacks was killed. The scene that portrays </w:t>
      </w:r>
      <w:smartTag w:uri="urn:schemas-microsoft-com:office:smarttags" w:element="place">
        <w:smartTag w:uri="urn:schemas-microsoft-com:office:smarttags" w:element="country-region">
          <w:r>
            <w:t>Saudi Arabia</w:t>
          </w:r>
        </w:smartTag>
      </w:smartTag>
      <w:r>
        <w:t xml:space="preserve"> in a positive way is the scene with the son of Al Ghazi at the end. The scene that gave an unfavorable impression was where the SUVs are attacked.</w:t>
      </w:r>
    </w:p>
    <w:p w:rsidR="00B43F1C" w:rsidRDefault="00B43F1C">
      <w:r>
        <w:t xml:space="preserve">The movie is set in </w:t>
      </w:r>
      <w:smartTag w:uri="urn:schemas-microsoft-com:office:smarttags" w:element="country-region">
        <w:r>
          <w:t>Saudi Arabia</w:t>
        </w:r>
      </w:smartTag>
      <w:r>
        <w:t xml:space="preserve"> and the </w:t>
      </w:r>
      <w:smartTag w:uri="urn:schemas-microsoft-com:office:smarttags" w:element="place">
        <w:smartTag w:uri="urn:schemas-microsoft-com:office:smarttags" w:element="country-region">
          <w:r>
            <w:t>United States</w:t>
          </w:r>
        </w:smartTag>
      </w:smartTag>
      <w:r>
        <w:t xml:space="preserve">. An attack is planned and made in </w:t>
      </w:r>
      <w:smartTag w:uri="urn:schemas-microsoft-com:office:smarttags" w:element="place">
        <w:smartTag w:uri="urn:schemas-microsoft-com:office:smarttags" w:element="country-region">
          <w:r>
            <w:t>Saudi Arabia</w:t>
          </w:r>
        </w:smartTag>
      </w:smartTag>
      <w:r>
        <w:t xml:space="preserve"> where many people die. FBI agents Ronald Fleury, Grant Sykes, Janet Mayes, and Adam Leavitt go to </w:t>
      </w:r>
      <w:smartTag w:uri="urn:schemas-microsoft-com:office:smarttags" w:element="place">
        <w:smartTag w:uri="urn:schemas-microsoft-com:office:smarttags" w:element="country-region">
          <w:r>
            <w:t>Saudi Arabia</w:t>
          </w:r>
        </w:smartTag>
      </w:smartTag>
      <w:r>
        <w:t xml:space="preserve"> and meet up with Colonel Faris Al Ghazi and Sergeant Haytham. This team of people fights to find evidence and work together with the people living in </w:t>
      </w:r>
      <w:smartTag w:uri="urn:schemas-microsoft-com:office:smarttags" w:element="place">
        <w:smartTag w:uri="urn:schemas-microsoft-com:office:smarttags" w:element="country-region">
          <w:r>
            <w:t>Saudi Arabia</w:t>
          </w:r>
        </w:smartTag>
      </w:smartTag>
      <w:r>
        <w:t xml:space="preserve"> to find and kill the attacker. As they put together the pieces showing the true killer, they come to many near death experiences. Although they are wounded, they are not killed.</w:t>
      </w:r>
    </w:p>
    <w:p w:rsidR="00B43F1C" w:rsidRDefault="00B43F1C">
      <w:r>
        <w:t xml:space="preserve">I got a good sense of understanding of present-day </w:t>
      </w:r>
      <w:smartTag w:uri="urn:schemas-microsoft-com:office:smarttags" w:element="place">
        <w:smartTag w:uri="urn:schemas-microsoft-com:office:smarttags" w:element="country-region">
          <w:r>
            <w:t>Saudi Arabia</w:t>
          </w:r>
        </w:smartTag>
      </w:smartTag>
      <w:r>
        <w:t xml:space="preserve"> from the scene where Al Ghazi and Fleury knock on witnesses’ doors to try to acquire more information. The scene showed how families were affected by the attacks. The old woman in one of the families always sat outside on a chair. The father in the other scene was protective of his children, and very upset about his wife’s death by the attack. Two very normal families were affected in different ways by an absurd attack.</w:t>
      </w:r>
    </w:p>
    <w:p w:rsidR="00B43F1C" w:rsidRDefault="00B43F1C">
      <w:r>
        <w:t>My favorite scene was the one where the leader of the attack was killed. There is a lot of action and symbolism in this scene. The large family inside the room seems to be normal and peaceful, but when it is discovered that they are the leaders, chaos breaks loose. The marble that the little girl gives to Mayes is a replica of the one they found at the site of the attacks. The missing fingers of the grandfather’s hand are equivalent to that of the terrorist in the videos. Close to death, the grandfather whispers something in his grandson’s ear which is what Fleury did to Mayes at the beginning of the film.</w:t>
      </w:r>
    </w:p>
    <w:p w:rsidR="00B43F1C" w:rsidRDefault="00B43F1C">
      <w:r>
        <w:t xml:space="preserve">A scene that I feel portrays </w:t>
      </w:r>
      <w:smartTag w:uri="urn:schemas-microsoft-com:office:smarttags" w:element="place">
        <w:smartTag w:uri="urn:schemas-microsoft-com:office:smarttags" w:element="country-region">
          <w:r>
            <w:t>Saudi Arabia</w:t>
          </w:r>
        </w:smartTag>
      </w:smartTag>
      <w:r>
        <w:t xml:space="preserve"> in a positive way is the scene with the son of Al Ghazi at the end. Al Ghazi died while killing the leader of the attacks, and the FBI team goes to the funeral. While there, Fleury talks to Al Ghazi’s son. The son is smart and kind. This makes me see that even though there is a lot of violence in </w:t>
      </w:r>
      <w:smartTag w:uri="urn:schemas-microsoft-com:office:smarttags" w:element="place">
        <w:smartTag w:uri="urn:schemas-microsoft-com:office:smarttags" w:element="country-region">
          <w:r>
            <w:t>Saudi Arabia</w:t>
          </w:r>
        </w:smartTag>
      </w:smartTag>
      <w:r>
        <w:t>, there is still kindness and a chance for the younger generation to grow up and be better people.</w:t>
      </w:r>
    </w:p>
    <w:p w:rsidR="00B43F1C" w:rsidRDefault="00B43F1C">
      <w:r>
        <w:t>The scene that I felt gave a unfavorable impression was the scene where the SUVs were attacked. I feel this way because the attackers were intentionally placed to harm the FBI team. They were not fighting for any reason other than to eliminate the Americans. While they could have just killed them all, they instead took Leavitt and drove away. This shows that they had intentions worse than being shot. No place should be so dangerous that there is a possibility of being killed while just driving.</w:t>
      </w:r>
    </w:p>
    <w:p w:rsidR="00B43F1C" w:rsidRPr="00631884" w:rsidRDefault="00B43F1C">
      <w:r>
        <w:t xml:space="preserve">Overall, the movie </w:t>
      </w:r>
      <w:r>
        <w:rPr>
          <w:i/>
        </w:rPr>
        <w:t>The Kingdom</w:t>
      </w:r>
      <w:r>
        <w:t xml:space="preserve"> is a very good movie with a lot of action. The characters play the parts well, and the plot is easy to follow. While it is not set in </w:t>
      </w:r>
      <w:smartTag w:uri="urn:schemas-microsoft-com:office:smarttags" w:element="place">
        <w:smartTag w:uri="urn:schemas-microsoft-com:office:smarttags" w:element="country-region">
          <w:r>
            <w:t>Saudi Arabia</w:t>
          </w:r>
        </w:smartTag>
      </w:smartTag>
      <w:r>
        <w:t>, the viewer could see good representation of the area.</w:t>
      </w:r>
    </w:p>
    <w:sectPr w:rsidR="00B43F1C" w:rsidRPr="00631884" w:rsidSect="004C12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4417"/>
    <w:rsid w:val="0001277E"/>
    <w:rsid w:val="000B4417"/>
    <w:rsid w:val="001514BC"/>
    <w:rsid w:val="00183FDC"/>
    <w:rsid w:val="004C1200"/>
    <w:rsid w:val="00631884"/>
    <w:rsid w:val="006A7355"/>
    <w:rsid w:val="00733562"/>
    <w:rsid w:val="00AB7847"/>
    <w:rsid w:val="00B43F1C"/>
    <w:rsid w:val="00B952A1"/>
    <w:rsid w:val="00D301A2"/>
    <w:rsid w:val="00FD1A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20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541</Words>
  <Characters>3085</Characters>
  <Application>Microsoft Office Outlook</Application>
  <DocSecurity>0</DocSecurity>
  <Lines>0</Lines>
  <Paragraphs>0</Paragraphs>
  <ScaleCrop>false</ScaleCrop>
  <Company>District Site License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movie The Kingdom is a good representation of life in Saudi Arabia</dc:title>
  <dc:subject/>
  <dc:creator>rebeccaswilliams</dc:creator>
  <cp:keywords/>
  <dc:description/>
  <cp:lastModifiedBy>Michael</cp:lastModifiedBy>
  <cp:revision>2</cp:revision>
  <dcterms:created xsi:type="dcterms:W3CDTF">2010-03-11T02:44:00Z</dcterms:created>
  <dcterms:modified xsi:type="dcterms:W3CDTF">2010-03-11T02:44:00Z</dcterms:modified>
</cp:coreProperties>
</file>